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C91" w:rsidRPr="00971C91" w:rsidRDefault="004F11FB" w:rsidP="00FD6093">
      <w:pPr>
        <w:pStyle w:val="Heading1"/>
        <w:spacing w:before="120" w:after="120"/>
        <w:contextualSpacing w:val="0"/>
      </w:pPr>
      <w:r>
        <w:rPr>
          <w:lang w:val="en-US"/>
        </w:rPr>
        <w:t>Fi</w:t>
      </w:r>
      <w:r w:rsidR="00A4508F">
        <w:t>ș</w:t>
      </w:r>
      <w:r w:rsidR="002E1961">
        <w:t>a 1</w:t>
      </w:r>
      <w:r w:rsidR="00B10ACD">
        <w:t>6</w:t>
      </w:r>
      <w:r>
        <w:t xml:space="preserve"> – </w:t>
      </w:r>
      <w:r w:rsidR="00B10ACD">
        <w:t>arbori binari de căutare</w:t>
      </w:r>
    </w:p>
    <w:p w:rsidR="000A170E" w:rsidRDefault="00971C91" w:rsidP="00FD6093">
      <w:pPr>
        <w:pStyle w:val="ListParagraph"/>
        <w:spacing w:before="120" w:after="120"/>
      </w:pPr>
      <w:r>
        <w:t xml:space="preserve">Fie fișierul </w:t>
      </w:r>
      <w:r>
        <w:rPr>
          <w:i/>
        </w:rPr>
        <w:t>p1.in</w:t>
      </w:r>
      <w:r>
        <w:t xml:space="preserve"> care conține un șir de numere întregi (nu știm câte). Concepeți un program care citește numerele și le introduce într-un arbore binar de căutare</w:t>
      </w:r>
      <w:r w:rsidR="00485B58">
        <w:t xml:space="preserve"> reprezentat prin noduri înlănțuite alocate dinamic </w:t>
      </w:r>
      <w:r>
        <w:t>ș</w:t>
      </w:r>
      <w:r w:rsidR="00485B58">
        <w:t>i apoi realizează</w:t>
      </w:r>
      <w:r w:rsidR="00116264">
        <w:t xml:space="preserve"> următoarele cerințe</w:t>
      </w:r>
      <w:r>
        <w:t>:</w:t>
      </w:r>
    </w:p>
    <w:p w:rsidR="00971C91" w:rsidRDefault="00485B58" w:rsidP="00FD6093">
      <w:pPr>
        <w:pStyle w:val="ListParagraph"/>
        <w:numPr>
          <w:ilvl w:val="1"/>
          <w:numId w:val="5"/>
        </w:numPr>
        <w:spacing w:before="120" w:after="120"/>
      </w:pPr>
      <w:r>
        <w:t xml:space="preserve">Afișarea nodurilor arborelui în </w:t>
      </w:r>
      <w:r w:rsidR="00971C91">
        <w:t>ordine SRD</w:t>
      </w:r>
      <w:r w:rsidR="00FC1CB1">
        <w:t>;</w:t>
      </w:r>
    </w:p>
    <w:p w:rsidR="00971C91" w:rsidRDefault="00485B58" w:rsidP="00FD6093">
      <w:pPr>
        <w:pStyle w:val="ListParagraph"/>
        <w:numPr>
          <w:ilvl w:val="1"/>
          <w:numId w:val="5"/>
        </w:numPr>
        <w:spacing w:before="120" w:after="120"/>
      </w:pPr>
      <w:r>
        <w:t>Afișarea nodurilor arborelui în</w:t>
      </w:r>
      <w:r w:rsidR="00FC1CB1">
        <w:t xml:space="preserve"> ordine DRS;</w:t>
      </w:r>
    </w:p>
    <w:p w:rsidR="00A66CDB" w:rsidRDefault="00A66CDB" w:rsidP="00FD6093">
      <w:pPr>
        <w:pStyle w:val="ListParagraph"/>
        <w:numPr>
          <w:ilvl w:val="1"/>
          <w:numId w:val="5"/>
        </w:numPr>
        <w:spacing w:before="120" w:after="120"/>
      </w:pPr>
      <w:r>
        <w:t>Sterge nodul care retine un numar dat (dacă există, altfel va da mesaj)</w:t>
      </w:r>
    </w:p>
    <w:p w:rsidR="00971C91" w:rsidRDefault="00C83A22" w:rsidP="00FD6093">
      <w:pPr>
        <w:pStyle w:val="ListParagraph"/>
        <w:numPr>
          <w:ilvl w:val="1"/>
          <w:numId w:val="5"/>
        </w:numPr>
        <w:spacing w:before="120" w:after="120"/>
      </w:pPr>
      <w:r>
        <w:t>Afișare</w:t>
      </w:r>
      <w:r w:rsidR="00B24F54">
        <w:t>a</w:t>
      </w:r>
      <w:r>
        <w:t xml:space="preserve"> n</w:t>
      </w:r>
      <w:r w:rsidR="00971C91">
        <w:t>umărul</w:t>
      </w:r>
      <w:r>
        <w:t>ui</w:t>
      </w:r>
      <w:r w:rsidR="00971C91">
        <w:t xml:space="preserve"> </w:t>
      </w:r>
      <w:r w:rsidR="00FC1CB1">
        <w:t>de noduri din arbore;</w:t>
      </w:r>
    </w:p>
    <w:p w:rsidR="00971C91" w:rsidRDefault="00C83A22" w:rsidP="00FD6093">
      <w:pPr>
        <w:pStyle w:val="ListParagraph"/>
        <w:numPr>
          <w:ilvl w:val="1"/>
          <w:numId w:val="5"/>
        </w:numPr>
        <w:spacing w:before="120" w:after="120"/>
      </w:pPr>
      <w:r>
        <w:t>Afișarea înălțimii</w:t>
      </w:r>
      <w:r w:rsidR="00FC1CB1">
        <w:t xml:space="preserve"> arborelui;</w:t>
      </w:r>
    </w:p>
    <w:p w:rsidR="00005679" w:rsidRDefault="00005679" w:rsidP="00FD6093">
      <w:pPr>
        <w:pStyle w:val="ListParagraph"/>
        <w:numPr>
          <w:ilvl w:val="1"/>
          <w:numId w:val="5"/>
        </w:numPr>
        <w:spacing w:before="120" w:after="120"/>
      </w:pPr>
      <w:r>
        <w:t>Afișarea celei mai mici valori din arbore cu ajutorul unei funcții create în acest scop;</w:t>
      </w:r>
    </w:p>
    <w:p w:rsidR="00005679" w:rsidRDefault="00005679" w:rsidP="00FD6093">
      <w:pPr>
        <w:pStyle w:val="ListParagraph"/>
        <w:numPr>
          <w:ilvl w:val="1"/>
          <w:numId w:val="5"/>
        </w:numPr>
        <w:spacing w:before="120" w:after="120"/>
      </w:pPr>
      <w:r>
        <w:t>Afișarea celei mai mari valori din arbore cu ajutorul unei funcții create în acest scop;</w:t>
      </w:r>
    </w:p>
    <w:p w:rsidR="00B0112D" w:rsidRDefault="00B0112D" w:rsidP="00FD6093">
      <w:pPr>
        <w:pStyle w:val="ListParagraph"/>
        <w:numPr>
          <w:ilvl w:val="1"/>
          <w:numId w:val="5"/>
        </w:numPr>
        <w:spacing w:before="120" w:after="120"/>
      </w:pPr>
      <w:r>
        <w:t>Afișarea mediei aritmetice a valorilor din arbore;</w:t>
      </w:r>
    </w:p>
    <w:p w:rsidR="00485B58" w:rsidRDefault="00485B58" w:rsidP="00FD6093">
      <w:pPr>
        <w:pStyle w:val="ListParagraph"/>
        <w:numPr>
          <w:ilvl w:val="1"/>
          <w:numId w:val="5"/>
        </w:numPr>
        <w:spacing w:before="120" w:after="120"/>
      </w:pPr>
      <w:r w:rsidRPr="003C4AA0">
        <w:rPr>
          <w:i/>
          <w:vertAlign w:val="subscript"/>
        </w:rPr>
        <w:t>(</w:t>
      </w:r>
      <w:r>
        <w:rPr>
          <w:i/>
          <w:vertAlign w:val="subscript"/>
        </w:rPr>
        <w:t>plus</w:t>
      </w:r>
      <w:r w:rsidRPr="003C4AA0">
        <w:rPr>
          <w:i/>
          <w:vertAlign w:val="subscript"/>
        </w:rPr>
        <w:t>)</w:t>
      </w:r>
      <w:r>
        <w:t xml:space="preserve"> </w:t>
      </w:r>
      <w:r w:rsidR="00C83A22">
        <w:t>Afișarea n</w:t>
      </w:r>
      <w:r>
        <w:t>umărul de noduri de pe fiecare nivel;</w:t>
      </w:r>
    </w:p>
    <w:p w:rsidR="003C2D09" w:rsidRDefault="003C2D09" w:rsidP="00FD6093">
      <w:pPr>
        <w:pStyle w:val="ListParagraph"/>
        <w:numPr>
          <w:ilvl w:val="1"/>
          <w:numId w:val="5"/>
        </w:numPr>
        <w:spacing w:before="120" w:after="120"/>
      </w:pPr>
      <w:r w:rsidRPr="003C4AA0">
        <w:rPr>
          <w:i/>
          <w:vertAlign w:val="subscript"/>
        </w:rPr>
        <w:t>(</w:t>
      </w:r>
      <w:r>
        <w:rPr>
          <w:i/>
          <w:vertAlign w:val="subscript"/>
        </w:rPr>
        <w:t>plus</w:t>
      </w:r>
      <w:r w:rsidRPr="003C4AA0">
        <w:rPr>
          <w:i/>
          <w:vertAlign w:val="subscript"/>
        </w:rPr>
        <w:t>)</w:t>
      </w:r>
      <w:r>
        <w:t xml:space="preserve"> În fișierul </w:t>
      </w:r>
      <w:r>
        <w:rPr>
          <w:i/>
        </w:rPr>
        <w:t>sir.in</w:t>
      </w:r>
      <w:r>
        <w:t xml:space="preserve"> se dă un șir de numere (nu știm câte). Să se afișeze toate perechile de numere consecutive din șir care sunt frați în arborele construit de program.</w:t>
      </w:r>
    </w:p>
    <w:p w:rsidR="00971C91" w:rsidRDefault="00A66CDB" w:rsidP="00FD6093">
      <w:pPr>
        <w:pStyle w:val="ListParagraph"/>
        <w:numPr>
          <w:ilvl w:val="1"/>
          <w:numId w:val="5"/>
        </w:numPr>
        <w:spacing w:before="120" w:after="120"/>
      </w:pPr>
      <w:r w:rsidRPr="003C4AA0">
        <w:rPr>
          <w:i/>
          <w:vertAlign w:val="subscript"/>
        </w:rPr>
        <w:t xml:space="preserve"> </w:t>
      </w:r>
      <w:r w:rsidR="00971C91" w:rsidRPr="003C4AA0">
        <w:rPr>
          <w:i/>
          <w:vertAlign w:val="subscript"/>
        </w:rPr>
        <w:t>(</w:t>
      </w:r>
      <w:r w:rsidR="003C4AA0">
        <w:rPr>
          <w:i/>
          <w:vertAlign w:val="subscript"/>
        </w:rPr>
        <w:t>plus</w:t>
      </w:r>
      <w:r w:rsidR="00971C91" w:rsidRPr="003C4AA0">
        <w:rPr>
          <w:i/>
          <w:vertAlign w:val="subscript"/>
        </w:rPr>
        <w:t>)</w:t>
      </w:r>
      <w:r w:rsidR="00971C91">
        <w:t xml:space="preserve"> </w:t>
      </w:r>
      <w:r w:rsidR="00C83A22">
        <w:t>Afișarea n</w:t>
      </w:r>
      <w:r w:rsidR="00971C91">
        <w:t>odul</w:t>
      </w:r>
      <w:r w:rsidR="00C83A22">
        <w:t>ui</w:t>
      </w:r>
      <w:r w:rsidR="00971C91">
        <w:t xml:space="preserve"> cel mai dezechilibrat (</w:t>
      </w:r>
      <w:r w:rsidR="00FC1CB1">
        <w:t xml:space="preserve">nodul </w:t>
      </w:r>
      <w:r w:rsidR="00971C91">
        <w:t>pentru care diferența dintre înălțimile</w:t>
      </w:r>
      <w:r w:rsidR="003C4AA0">
        <w:t xml:space="preserve"> subarborilor</w:t>
      </w:r>
      <w:r w:rsidR="00971C91">
        <w:t xml:space="preserve"> stâng și drept</w:t>
      </w:r>
      <w:r w:rsidR="003C4AA0">
        <w:t xml:space="preserve"> este maximă</w:t>
      </w:r>
      <w:r w:rsidR="00FC1CB1">
        <w:t>)</w:t>
      </w:r>
      <w:r w:rsidR="00C83A22">
        <w:t xml:space="preserve"> și a factorului sau de dezechilibru (diferența respectivă)</w:t>
      </w:r>
      <w:r w:rsidR="00FC1CB1">
        <w:t>. Dacă sunt mai multe astfel de noduri se vor afișa toate</w:t>
      </w:r>
      <w:r w:rsidR="00BF7F15">
        <w:t>;</w:t>
      </w:r>
    </w:p>
    <w:p w:rsidR="00BF7F15" w:rsidRDefault="00BF7F15" w:rsidP="00A66CDB">
      <w:pPr>
        <w:spacing w:before="120" w:after="120"/>
        <w:ind w:left="284"/>
      </w:pPr>
    </w:p>
    <w:p w:rsidR="003C2D09" w:rsidRDefault="003C2D09" w:rsidP="00FD6093">
      <w:pPr>
        <w:pStyle w:val="ListParagraph"/>
        <w:spacing w:before="120" w:after="120"/>
      </w:pPr>
      <w:r>
        <w:t xml:space="preserve">Fie fișierul </w:t>
      </w:r>
      <w:r>
        <w:rPr>
          <w:i/>
        </w:rPr>
        <w:t>p2.in</w:t>
      </w:r>
      <w:r>
        <w:t xml:space="preserve"> care conține un șir de nume de persoane în formatul </w:t>
      </w:r>
      <w:r w:rsidRPr="003C2D09">
        <w:rPr>
          <w:i/>
        </w:rPr>
        <w:t>nume prenume</w:t>
      </w:r>
      <w:r>
        <w:t xml:space="preserve"> (nu știm câte), o persoană pe linie. Concepeți un program care memorează cuvintele într-un arbore binar de căutare reprezentat prin noduri înlănțuite alocate dinamic și apoi realizează:</w:t>
      </w:r>
    </w:p>
    <w:p w:rsidR="003C2D09" w:rsidRDefault="003C2D09" w:rsidP="00FD6093">
      <w:pPr>
        <w:pStyle w:val="ListParagraph"/>
        <w:numPr>
          <w:ilvl w:val="1"/>
          <w:numId w:val="5"/>
        </w:numPr>
        <w:spacing w:before="120" w:after="120"/>
      </w:pPr>
      <w:r>
        <w:t>Afișarea persoanelor în ordine alfabetică;</w:t>
      </w:r>
    </w:p>
    <w:p w:rsidR="00A66CDB" w:rsidRDefault="003C2D09" w:rsidP="00FD6093">
      <w:pPr>
        <w:pStyle w:val="ListParagraph"/>
        <w:numPr>
          <w:ilvl w:val="1"/>
          <w:numId w:val="5"/>
        </w:numPr>
        <w:spacing w:before="120" w:after="120"/>
      </w:pPr>
      <w:r>
        <w:t xml:space="preserve">Citirea numelui unei persoane și verificarea dacă există sau nu în arbore </w:t>
      </w:r>
    </w:p>
    <w:p w:rsidR="001B4C83" w:rsidRDefault="001B4C83" w:rsidP="00FD6093">
      <w:pPr>
        <w:pStyle w:val="ListParagraph"/>
        <w:numPr>
          <w:ilvl w:val="1"/>
          <w:numId w:val="5"/>
        </w:numPr>
        <w:spacing w:before="120" w:after="120"/>
      </w:pPr>
      <w:r w:rsidRPr="00A66CDB">
        <w:rPr>
          <w:i/>
          <w:vertAlign w:val="subscript"/>
        </w:rPr>
        <w:t>(punct în plus)</w:t>
      </w:r>
      <w:r>
        <w:t xml:space="preserve"> Afișarea persoanei cu numele cel mai lung. Dacă sunt mai multe persoane a căror nume au același număr </w:t>
      </w:r>
      <w:r w:rsidR="00773960">
        <w:t>(</w:t>
      </w:r>
      <w:r>
        <w:t>maxim</w:t>
      </w:r>
      <w:r w:rsidR="00773960">
        <w:t>)</w:t>
      </w:r>
      <w:r>
        <w:t xml:space="preserve"> de litere se vor afișa toate;</w:t>
      </w:r>
    </w:p>
    <w:p w:rsidR="00005679" w:rsidRDefault="00005679" w:rsidP="00FD6093">
      <w:pPr>
        <w:pStyle w:val="ListParagraph"/>
        <w:numPr>
          <w:ilvl w:val="1"/>
          <w:numId w:val="5"/>
        </w:numPr>
        <w:spacing w:before="120" w:after="120"/>
      </w:pPr>
      <w:r>
        <w:rPr>
          <w:i/>
          <w:vertAlign w:val="subscript"/>
        </w:rPr>
        <w:t>(punct în plus)</w:t>
      </w:r>
      <w:r>
        <w:t xml:space="preserve"> Afișarea tuturor persoanelor a căror nume este cuprins alfabetic între două litere date de la tastatură, cu ajutorul unei funcț</w:t>
      </w:r>
      <w:r w:rsidR="00482E69">
        <w:t>ii concepute</w:t>
      </w:r>
      <w:r w:rsidR="00BC4899">
        <w:t xml:space="preserve"> în acest scop;</w:t>
      </w:r>
    </w:p>
    <w:p w:rsidR="003C2D09" w:rsidRDefault="00D34648" w:rsidP="00FD6093">
      <w:pPr>
        <w:pStyle w:val="ListParagraph"/>
        <w:numPr>
          <w:ilvl w:val="1"/>
          <w:numId w:val="5"/>
        </w:numPr>
        <w:spacing w:before="120" w:after="120"/>
      </w:pPr>
      <w:r>
        <w:rPr>
          <w:i/>
          <w:vertAlign w:val="subscript"/>
        </w:rPr>
        <w:t>(punct în plus)</w:t>
      </w:r>
      <w:r w:rsidR="00FA1DDA">
        <w:t xml:space="preserve"> </w:t>
      </w:r>
      <w:r w:rsidR="003C2D09">
        <w:t>Citire</w:t>
      </w:r>
      <w:r>
        <w:t>a numelui unei persoane de la tastatură și afișarea tuturor descendenților acesteia (dacă există);</w:t>
      </w:r>
    </w:p>
    <w:p w:rsidR="00D34648" w:rsidRDefault="00FA1DDA" w:rsidP="00FD6093">
      <w:pPr>
        <w:pStyle w:val="ListParagraph"/>
        <w:numPr>
          <w:ilvl w:val="1"/>
          <w:numId w:val="5"/>
        </w:numPr>
        <w:spacing w:before="120" w:after="120"/>
      </w:pPr>
      <w:r>
        <w:rPr>
          <w:i/>
          <w:vertAlign w:val="subscript"/>
        </w:rPr>
        <w:t>(punct în plus)</w:t>
      </w:r>
      <w:r>
        <w:t xml:space="preserve"> </w:t>
      </w:r>
      <w:r w:rsidR="00D34648">
        <w:t>Citirea numelui unei persoane de la tastatură și afișarea tuturor ascendenților acesteia (dacă există);</w:t>
      </w:r>
    </w:p>
    <w:p w:rsidR="00D34648" w:rsidRDefault="002B6635" w:rsidP="00FD6093">
      <w:pPr>
        <w:pStyle w:val="ListParagraph"/>
        <w:numPr>
          <w:ilvl w:val="1"/>
          <w:numId w:val="5"/>
        </w:numPr>
        <w:spacing w:before="120" w:after="120"/>
      </w:pPr>
      <w:r>
        <w:rPr>
          <w:i/>
          <w:vertAlign w:val="subscript"/>
        </w:rPr>
        <w:t>(punct în plus)</w:t>
      </w:r>
      <w:r>
        <w:t xml:space="preserve"> Afișarea tuturor persoanelor care au numele sau prenumele palindrom</w:t>
      </w:r>
      <w:r w:rsidR="00794740">
        <w:t>, în ordine alfabetică;</w:t>
      </w:r>
    </w:p>
    <w:p w:rsidR="00794740" w:rsidRDefault="00794740" w:rsidP="00A66CDB">
      <w:pPr>
        <w:pStyle w:val="ListParagraph"/>
        <w:numPr>
          <w:ilvl w:val="0"/>
          <w:numId w:val="0"/>
        </w:numPr>
        <w:spacing w:before="120" w:after="120"/>
        <w:ind w:left="284"/>
      </w:pPr>
    </w:p>
    <w:p w:rsidR="00395C69" w:rsidRDefault="00395C69">
      <w:pPr>
        <w:tabs>
          <w:tab w:val="clear" w:pos="851"/>
        </w:tabs>
        <w:spacing w:before="0" w:after="200" w:line="276" w:lineRule="auto"/>
        <w:jc w:val="left"/>
      </w:pPr>
    </w:p>
    <w:sectPr w:rsidR="00395C69" w:rsidSect="0006756B"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2BE" w:rsidRDefault="00BD52BE" w:rsidP="004F11FB">
      <w:pPr>
        <w:spacing w:before="0" w:after="0"/>
      </w:pPr>
      <w:r>
        <w:separator/>
      </w:r>
    </w:p>
  </w:endnote>
  <w:endnote w:type="continuationSeparator" w:id="0">
    <w:p w:rsidR="00BD52BE" w:rsidRDefault="00BD52BE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2BE" w:rsidRDefault="00BD52BE" w:rsidP="004F11FB">
      <w:pPr>
        <w:spacing w:before="0" w:after="0"/>
      </w:pPr>
      <w:r>
        <w:separator/>
      </w:r>
    </w:p>
  </w:footnote>
  <w:footnote w:type="continuationSeparator" w:id="0">
    <w:p w:rsidR="00BD52BE" w:rsidRDefault="00BD52BE" w:rsidP="004F11FB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333C"/>
    <w:multiLevelType w:val="hybridMultilevel"/>
    <w:tmpl w:val="B0C03B54"/>
    <w:lvl w:ilvl="0" w:tplc="5794562E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D2390"/>
    <w:multiLevelType w:val="hybridMultilevel"/>
    <w:tmpl w:val="F64C80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D664D"/>
    <w:multiLevelType w:val="hybridMultilevel"/>
    <w:tmpl w:val="0B3EBA94"/>
    <w:lvl w:ilvl="0" w:tplc="04244EC4">
      <w:start w:val="1"/>
      <w:numFmt w:val="decimal"/>
      <w:suff w:val="nothing"/>
      <w:lvlText w:val="%1"/>
      <w:lvlJc w:val="center"/>
      <w:pPr>
        <w:ind w:left="0" w:firstLine="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23D9B"/>
    <w:multiLevelType w:val="hybridMultilevel"/>
    <w:tmpl w:val="627C9B1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33853"/>
    <w:multiLevelType w:val="hybridMultilevel"/>
    <w:tmpl w:val="1B4222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7675A"/>
    <w:multiLevelType w:val="hybridMultilevel"/>
    <w:tmpl w:val="53CAD65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96ADC"/>
    <w:multiLevelType w:val="hybridMultilevel"/>
    <w:tmpl w:val="9F42232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72099A"/>
    <w:multiLevelType w:val="hybridMultilevel"/>
    <w:tmpl w:val="AFFE1D14"/>
    <w:lvl w:ilvl="0" w:tplc="9640A634">
      <w:start w:val="1"/>
      <w:numFmt w:val="decimal"/>
      <w:pStyle w:val="ListParagraph"/>
      <w:suff w:val="space"/>
      <w:lvlText w:val="%1."/>
      <w:lvlJc w:val="left"/>
      <w:pPr>
        <w:ind w:left="0" w:firstLine="0"/>
      </w:pPr>
      <w:rPr>
        <w:rFonts w:ascii="Calibri" w:hAnsi="Calibri" w:hint="default"/>
        <w:sz w:val="20"/>
        <w:szCs w:val="20"/>
      </w:rPr>
    </w:lvl>
    <w:lvl w:ilvl="1" w:tplc="B55622EA">
      <w:start w:val="1"/>
      <w:numFmt w:val="lowerLetter"/>
      <w:suff w:val="space"/>
      <w:lvlText w:val="%2)"/>
      <w:lvlJc w:val="left"/>
      <w:pPr>
        <w:ind w:left="284" w:firstLine="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4E4B48"/>
    <w:multiLevelType w:val="hybridMultilevel"/>
    <w:tmpl w:val="BAF02E0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9"/>
  </w:num>
  <w:num w:numId="10">
    <w:abstractNumId w:val="11"/>
  </w:num>
  <w:num w:numId="11">
    <w:abstractNumId w:val="9"/>
  </w:num>
  <w:num w:numId="12">
    <w:abstractNumId w:val="3"/>
  </w:num>
  <w:num w:numId="13">
    <w:abstractNumId w:val="9"/>
  </w:num>
  <w:num w:numId="14">
    <w:abstractNumId w:val="5"/>
  </w:num>
  <w:num w:numId="15">
    <w:abstractNumId w:val="9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0F1B54"/>
    <w:rsid w:val="000010C0"/>
    <w:rsid w:val="00003110"/>
    <w:rsid w:val="00005679"/>
    <w:rsid w:val="0001155B"/>
    <w:rsid w:val="000314BF"/>
    <w:rsid w:val="0004120B"/>
    <w:rsid w:val="00060029"/>
    <w:rsid w:val="00064FC1"/>
    <w:rsid w:val="000661E3"/>
    <w:rsid w:val="0006756B"/>
    <w:rsid w:val="00082C63"/>
    <w:rsid w:val="00083ED2"/>
    <w:rsid w:val="00092349"/>
    <w:rsid w:val="000A170E"/>
    <w:rsid w:val="000B13FA"/>
    <w:rsid w:val="000C7FD7"/>
    <w:rsid w:val="000D0239"/>
    <w:rsid w:val="000D026A"/>
    <w:rsid w:val="000E692B"/>
    <w:rsid w:val="000E7E17"/>
    <w:rsid w:val="000F0D58"/>
    <w:rsid w:val="000F1B54"/>
    <w:rsid w:val="0010199B"/>
    <w:rsid w:val="00111F36"/>
    <w:rsid w:val="00113734"/>
    <w:rsid w:val="00116264"/>
    <w:rsid w:val="00127F90"/>
    <w:rsid w:val="00130F69"/>
    <w:rsid w:val="00142752"/>
    <w:rsid w:val="00144362"/>
    <w:rsid w:val="0015669D"/>
    <w:rsid w:val="0016297C"/>
    <w:rsid w:val="001630B9"/>
    <w:rsid w:val="00170DBD"/>
    <w:rsid w:val="001B4C83"/>
    <w:rsid w:val="001C7DEC"/>
    <w:rsid w:val="001E0827"/>
    <w:rsid w:val="001E7C38"/>
    <w:rsid w:val="001F5BB1"/>
    <w:rsid w:val="002104A9"/>
    <w:rsid w:val="002113EB"/>
    <w:rsid w:val="002119DD"/>
    <w:rsid w:val="00212844"/>
    <w:rsid w:val="00227AF8"/>
    <w:rsid w:val="00230A9F"/>
    <w:rsid w:val="002341BB"/>
    <w:rsid w:val="00240A02"/>
    <w:rsid w:val="00241AD7"/>
    <w:rsid w:val="002633AC"/>
    <w:rsid w:val="00265E34"/>
    <w:rsid w:val="00266B0E"/>
    <w:rsid w:val="002B6635"/>
    <w:rsid w:val="002C0442"/>
    <w:rsid w:val="002D62D8"/>
    <w:rsid w:val="002E181E"/>
    <w:rsid w:val="002E1961"/>
    <w:rsid w:val="002F32DE"/>
    <w:rsid w:val="002F6BA6"/>
    <w:rsid w:val="00304604"/>
    <w:rsid w:val="00312D6C"/>
    <w:rsid w:val="003250C0"/>
    <w:rsid w:val="00332740"/>
    <w:rsid w:val="00363B17"/>
    <w:rsid w:val="00370DF0"/>
    <w:rsid w:val="00395C69"/>
    <w:rsid w:val="003B7E3B"/>
    <w:rsid w:val="003C0C98"/>
    <w:rsid w:val="003C1479"/>
    <w:rsid w:val="003C2D09"/>
    <w:rsid w:val="003C4AA0"/>
    <w:rsid w:val="003D3DE6"/>
    <w:rsid w:val="003E79DE"/>
    <w:rsid w:val="003F1A52"/>
    <w:rsid w:val="003F2CA6"/>
    <w:rsid w:val="003F61C1"/>
    <w:rsid w:val="00404733"/>
    <w:rsid w:val="00416413"/>
    <w:rsid w:val="004321C6"/>
    <w:rsid w:val="00452AA8"/>
    <w:rsid w:val="00452FDF"/>
    <w:rsid w:val="0046205D"/>
    <w:rsid w:val="00477EC9"/>
    <w:rsid w:val="00482E69"/>
    <w:rsid w:val="00485B58"/>
    <w:rsid w:val="00491A2E"/>
    <w:rsid w:val="00494A1F"/>
    <w:rsid w:val="00495C4A"/>
    <w:rsid w:val="0049791E"/>
    <w:rsid w:val="004A34E3"/>
    <w:rsid w:val="004B27DD"/>
    <w:rsid w:val="004D0081"/>
    <w:rsid w:val="004E0954"/>
    <w:rsid w:val="004E606E"/>
    <w:rsid w:val="004F11FB"/>
    <w:rsid w:val="00515036"/>
    <w:rsid w:val="005228DA"/>
    <w:rsid w:val="00523404"/>
    <w:rsid w:val="005260FC"/>
    <w:rsid w:val="005269EC"/>
    <w:rsid w:val="0054570C"/>
    <w:rsid w:val="00552F93"/>
    <w:rsid w:val="005554FA"/>
    <w:rsid w:val="0056223C"/>
    <w:rsid w:val="00566AC8"/>
    <w:rsid w:val="00577B93"/>
    <w:rsid w:val="00581701"/>
    <w:rsid w:val="005901AD"/>
    <w:rsid w:val="005922AC"/>
    <w:rsid w:val="005C1D5F"/>
    <w:rsid w:val="005C31D3"/>
    <w:rsid w:val="005D26B7"/>
    <w:rsid w:val="005D2CC0"/>
    <w:rsid w:val="005D7626"/>
    <w:rsid w:val="005E37DB"/>
    <w:rsid w:val="005F3098"/>
    <w:rsid w:val="005F5D3F"/>
    <w:rsid w:val="00604C44"/>
    <w:rsid w:val="0061006A"/>
    <w:rsid w:val="00612BEC"/>
    <w:rsid w:val="00622D03"/>
    <w:rsid w:val="006246EF"/>
    <w:rsid w:val="00640876"/>
    <w:rsid w:val="006528DD"/>
    <w:rsid w:val="00654A6D"/>
    <w:rsid w:val="00657296"/>
    <w:rsid w:val="006625B9"/>
    <w:rsid w:val="00670A78"/>
    <w:rsid w:val="00677DCB"/>
    <w:rsid w:val="006B0870"/>
    <w:rsid w:val="006C0BDE"/>
    <w:rsid w:val="006C55B6"/>
    <w:rsid w:val="006E0F18"/>
    <w:rsid w:val="006E2799"/>
    <w:rsid w:val="00715794"/>
    <w:rsid w:val="00717211"/>
    <w:rsid w:val="00726515"/>
    <w:rsid w:val="00745CEF"/>
    <w:rsid w:val="00750CDB"/>
    <w:rsid w:val="00762227"/>
    <w:rsid w:val="00773960"/>
    <w:rsid w:val="007757ED"/>
    <w:rsid w:val="00794740"/>
    <w:rsid w:val="007A4EFF"/>
    <w:rsid w:val="007A76D1"/>
    <w:rsid w:val="007A7BB7"/>
    <w:rsid w:val="007B5206"/>
    <w:rsid w:val="007C0A95"/>
    <w:rsid w:val="007D4DB9"/>
    <w:rsid w:val="007D5DEF"/>
    <w:rsid w:val="007E083F"/>
    <w:rsid w:val="007E3620"/>
    <w:rsid w:val="007E4030"/>
    <w:rsid w:val="007E47C8"/>
    <w:rsid w:val="007E70D5"/>
    <w:rsid w:val="007F321A"/>
    <w:rsid w:val="00821FC0"/>
    <w:rsid w:val="0082545A"/>
    <w:rsid w:val="0084172E"/>
    <w:rsid w:val="00844BFA"/>
    <w:rsid w:val="008516B0"/>
    <w:rsid w:val="00862402"/>
    <w:rsid w:val="00865DBE"/>
    <w:rsid w:val="008675E8"/>
    <w:rsid w:val="0087718F"/>
    <w:rsid w:val="0088516A"/>
    <w:rsid w:val="00885E9B"/>
    <w:rsid w:val="00890C53"/>
    <w:rsid w:val="00890D86"/>
    <w:rsid w:val="008C027A"/>
    <w:rsid w:val="008C3683"/>
    <w:rsid w:val="008C4E52"/>
    <w:rsid w:val="008C6307"/>
    <w:rsid w:val="008D1D74"/>
    <w:rsid w:val="008D2553"/>
    <w:rsid w:val="008D39EF"/>
    <w:rsid w:val="008E2792"/>
    <w:rsid w:val="008F038B"/>
    <w:rsid w:val="008F483C"/>
    <w:rsid w:val="00914D03"/>
    <w:rsid w:val="009157E8"/>
    <w:rsid w:val="009179CD"/>
    <w:rsid w:val="00955494"/>
    <w:rsid w:val="00957AD8"/>
    <w:rsid w:val="00971C91"/>
    <w:rsid w:val="00971FE5"/>
    <w:rsid w:val="00974BC8"/>
    <w:rsid w:val="00982D4C"/>
    <w:rsid w:val="009A23AD"/>
    <w:rsid w:val="009A3351"/>
    <w:rsid w:val="009A584B"/>
    <w:rsid w:val="009B54BB"/>
    <w:rsid w:val="009C1A5B"/>
    <w:rsid w:val="009D3D8C"/>
    <w:rsid w:val="009F23AE"/>
    <w:rsid w:val="009F6E1A"/>
    <w:rsid w:val="00A171BF"/>
    <w:rsid w:val="00A21E0D"/>
    <w:rsid w:val="00A4508F"/>
    <w:rsid w:val="00A66CDB"/>
    <w:rsid w:val="00A70E1B"/>
    <w:rsid w:val="00A72261"/>
    <w:rsid w:val="00A75E1B"/>
    <w:rsid w:val="00A77DD0"/>
    <w:rsid w:val="00A8139E"/>
    <w:rsid w:val="00A817B2"/>
    <w:rsid w:val="00A937B7"/>
    <w:rsid w:val="00A95C9A"/>
    <w:rsid w:val="00AB7474"/>
    <w:rsid w:val="00AD5ECC"/>
    <w:rsid w:val="00AF1BB9"/>
    <w:rsid w:val="00B0112D"/>
    <w:rsid w:val="00B10ACD"/>
    <w:rsid w:val="00B21BE1"/>
    <w:rsid w:val="00B238F5"/>
    <w:rsid w:val="00B24F54"/>
    <w:rsid w:val="00B4654C"/>
    <w:rsid w:val="00B509D9"/>
    <w:rsid w:val="00B70385"/>
    <w:rsid w:val="00BA216B"/>
    <w:rsid w:val="00BC4899"/>
    <w:rsid w:val="00BC5D9E"/>
    <w:rsid w:val="00BD52BE"/>
    <w:rsid w:val="00BE63B5"/>
    <w:rsid w:val="00BF727A"/>
    <w:rsid w:val="00BF7F15"/>
    <w:rsid w:val="00C57E73"/>
    <w:rsid w:val="00C63DE1"/>
    <w:rsid w:val="00C67C1A"/>
    <w:rsid w:val="00C67F4A"/>
    <w:rsid w:val="00C7075F"/>
    <w:rsid w:val="00C755C8"/>
    <w:rsid w:val="00C83A22"/>
    <w:rsid w:val="00CB32F3"/>
    <w:rsid w:val="00CB7FC6"/>
    <w:rsid w:val="00CD32E5"/>
    <w:rsid w:val="00CD3B92"/>
    <w:rsid w:val="00CD59E6"/>
    <w:rsid w:val="00CF6D2E"/>
    <w:rsid w:val="00D043CF"/>
    <w:rsid w:val="00D05988"/>
    <w:rsid w:val="00D11192"/>
    <w:rsid w:val="00D34648"/>
    <w:rsid w:val="00D41F3E"/>
    <w:rsid w:val="00D42474"/>
    <w:rsid w:val="00D44B6F"/>
    <w:rsid w:val="00D50E1E"/>
    <w:rsid w:val="00D5548C"/>
    <w:rsid w:val="00D5691C"/>
    <w:rsid w:val="00D656B8"/>
    <w:rsid w:val="00D66572"/>
    <w:rsid w:val="00D6667A"/>
    <w:rsid w:val="00D700D1"/>
    <w:rsid w:val="00D744D0"/>
    <w:rsid w:val="00D83DBE"/>
    <w:rsid w:val="00D90D46"/>
    <w:rsid w:val="00D9450F"/>
    <w:rsid w:val="00DC6F52"/>
    <w:rsid w:val="00DC7A4D"/>
    <w:rsid w:val="00DD2613"/>
    <w:rsid w:val="00DD5B17"/>
    <w:rsid w:val="00DE195F"/>
    <w:rsid w:val="00E03E4A"/>
    <w:rsid w:val="00E217D3"/>
    <w:rsid w:val="00E26E37"/>
    <w:rsid w:val="00E33CD7"/>
    <w:rsid w:val="00E4420F"/>
    <w:rsid w:val="00E44379"/>
    <w:rsid w:val="00E46945"/>
    <w:rsid w:val="00E51E16"/>
    <w:rsid w:val="00E566BC"/>
    <w:rsid w:val="00E6358A"/>
    <w:rsid w:val="00E64397"/>
    <w:rsid w:val="00E65425"/>
    <w:rsid w:val="00E66168"/>
    <w:rsid w:val="00E7131C"/>
    <w:rsid w:val="00E82F65"/>
    <w:rsid w:val="00E86734"/>
    <w:rsid w:val="00E9343D"/>
    <w:rsid w:val="00E96E61"/>
    <w:rsid w:val="00EA163C"/>
    <w:rsid w:val="00EA4712"/>
    <w:rsid w:val="00EB4342"/>
    <w:rsid w:val="00EB453E"/>
    <w:rsid w:val="00EB7EDB"/>
    <w:rsid w:val="00EC0D92"/>
    <w:rsid w:val="00EC4E46"/>
    <w:rsid w:val="00ED654F"/>
    <w:rsid w:val="00F00FFF"/>
    <w:rsid w:val="00F02E92"/>
    <w:rsid w:val="00F141CA"/>
    <w:rsid w:val="00F312E2"/>
    <w:rsid w:val="00F35C0A"/>
    <w:rsid w:val="00F63C4A"/>
    <w:rsid w:val="00F7656A"/>
    <w:rsid w:val="00F836BC"/>
    <w:rsid w:val="00F97070"/>
    <w:rsid w:val="00FA03F2"/>
    <w:rsid w:val="00FA1DDA"/>
    <w:rsid w:val="00FB0956"/>
    <w:rsid w:val="00FB1998"/>
    <w:rsid w:val="00FC1CB1"/>
    <w:rsid w:val="00FC5ED1"/>
    <w:rsid w:val="00FD2680"/>
    <w:rsid w:val="00FD3506"/>
    <w:rsid w:val="00FD6093"/>
    <w:rsid w:val="00FE2BE9"/>
    <w:rsid w:val="00FE6A97"/>
    <w:rsid w:val="00FF0FF1"/>
    <w:rsid w:val="00FF7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1F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5C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5922AC"/>
    <w:pPr>
      <w:numPr>
        <w:numId w:val="5"/>
      </w:numPr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TableGrid">
    <w:name w:val="Table Grid"/>
    <w:basedOn w:val="TableNormal"/>
    <w:uiPriority w:val="59"/>
    <w:rsid w:val="000D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D0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2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44B6F"/>
    <w:rPr>
      <w:rFonts w:ascii="Calibri" w:eastAsiaTheme="minorEastAsia" w:hAnsi="Calibri" w:cs="Times New Roman"/>
      <w:sz w:val="20"/>
      <w:lang w:eastAsia="ro-RO"/>
    </w:rPr>
  </w:style>
  <w:style w:type="paragraph" w:styleId="NoSpacing">
    <w:name w:val="No Spacing"/>
    <w:aliases w:val="Code"/>
    <w:next w:val="Normal"/>
    <w:uiPriority w:val="1"/>
    <w:qFormat/>
    <w:rsid w:val="002E1961"/>
    <w:pPr>
      <w:tabs>
        <w:tab w:val="left" w:pos="851"/>
      </w:tabs>
      <w:spacing w:before="120" w:after="120" w:line="240" w:lineRule="auto"/>
      <w:contextualSpacing/>
      <w:jc w:val="both"/>
    </w:pPr>
    <w:rPr>
      <w:rFonts w:ascii="Consolas" w:hAnsi="Consolas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395C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1F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5C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5922AC"/>
    <w:pPr>
      <w:numPr>
        <w:numId w:val="5"/>
      </w:numPr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TableGrid">
    <w:name w:val="Table Grid"/>
    <w:basedOn w:val="TableNormal"/>
    <w:uiPriority w:val="59"/>
    <w:rsid w:val="000D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D0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2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44B6F"/>
    <w:rPr>
      <w:rFonts w:ascii="Calibri" w:eastAsiaTheme="minorEastAsia" w:hAnsi="Calibri" w:cs="Times New Roman"/>
      <w:sz w:val="20"/>
      <w:lang w:eastAsia="ro-RO"/>
    </w:rPr>
  </w:style>
  <w:style w:type="paragraph" w:styleId="NoSpacing">
    <w:name w:val="No Spacing"/>
    <w:aliases w:val="Code"/>
    <w:next w:val="Normal"/>
    <w:uiPriority w:val="1"/>
    <w:qFormat/>
    <w:rsid w:val="002E1961"/>
    <w:pPr>
      <w:tabs>
        <w:tab w:val="left" w:pos="851"/>
      </w:tabs>
      <w:spacing w:before="120" w:after="120" w:line="240" w:lineRule="auto"/>
      <w:contextualSpacing/>
      <w:jc w:val="both"/>
    </w:pPr>
    <w:rPr>
      <w:rFonts w:ascii="Consolas" w:hAnsi="Consolas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395C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0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334B338-785B-446E-AAE4-747604563616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FB048529-DD19-4BFE-9564-7793894D1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user</cp:lastModifiedBy>
  <cp:revision>3</cp:revision>
  <cp:lastPrinted>2013-10-02T19:27:00Z</cp:lastPrinted>
  <dcterms:created xsi:type="dcterms:W3CDTF">2016-04-06T19:36:00Z</dcterms:created>
  <dcterms:modified xsi:type="dcterms:W3CDTF">2016-04-06T19:36:00Z</dcterms:modified>
</cp:coreProperties>
</file>